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93716" w:rsidTr="00050DA7">
        <w:tc>
          <w:tcPr>
            <w:tcW w:w="4428" w:type="dxa"/>
          </w:tcPr>
          <w:p w:rsidR="000348ED" w:rsidRPr="00693716" w:rsidRDefault="005D05AC" w:rsidP="00693716">
            <w:pPr>
              <w:tabs>
                <w:tab w:val="left" w:pos="851"/>
              </w:tabs>
            </w:pPr>
            <w:r w:rsidRPr="00693716">
              <w:t>From:</w:t>
            </w:r>
            <w:r w:rsidRPr="00693716">
              <w:tab/>
            </w:r>
            <w:r w:rsidR="00693716" w:rsidRPr="00693716">
              <w:t>e-NAV</w:t>
            </w:r>
            <w:r w:rsidR="00CA04AF" w:rsidRPr="00693716">
              <w:t xml:space="preserve"> </w:t>
            </w:r>
            <w:r w:rsidRPr="00693716">
              <w:t>C</w:t>
            </w:r>
            <w:r w:rsidR="00050DA7" w:rsidRPr="00693716">
              <w:t>ommittee</w:t>
            </w:r>
          </w:p>
        </w:tc>
        <w:tc>
          <w:tcPr>
            <w:tcW w:w="5461" w:type="dxa"/>
          </w:tcPr>
          <w:p w:rsidR="000348ED" w:rsidRPr="00693716" w:rsidRDefault="00693716" w:rsidP="0080510C">
            <w:pPr>
              <w:jc w:val="right"/>
            </w:pPr>
            <w:r w:rsidRPr="00693716">
              <w:t>e-NAV8</w:t>
            </w:r>
            <w:r w:rsidR="005D05AC" w:rsidRPr="00693716">
              <w:t>/output/</w:t>
            </w:r>
            <w:r w:rsidRPr="00693716">
              <w:t>10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693716" w:rsidRDefault="005D05AC" w:rsidP="00693716">
            <w:pPr>
              <w:tabs>
                <w:tab w:val="left" w:pos="851"/>
              </w:tabs>
            </w:pPr>
            <w:r w:rsidRPr="00693716">
              <w:t>To:</w:t>
            </w:r>
            <w:r w:rsidRPr="00693716">
              <w:tab/>
            </w:r>
            <w:r w:rsidR="00693716" w:rsidRPr="00693716">
              <w:t>ANM</w:t>
            </w:r>
            <w:r w:rsidR="00CA04AF" w:rsidRPr="00693716">
              <w:t xml:space="preserve"> </w:t>
            </w:r>
            <w:r w:rsidR="00902AA4" w:rsidRPr="00693716">
              <w:t>Committee</w:t>
            </w:r>
          </w:p>
        </w:tc>
        <w:tc>
          <w:tcPr>
            <w:tcW w:w="5461" w:type="dxa"/>
          </w:tcPr>
          <w:p w:rsidR="000348ED" w:rsidRPr="00B15B24" w:rsidRDefault="00693716" w:rsidP="00693716">
            <w:pPr>
              <w:jc w:val="right"/>
            </w:pPr>
            <w:r w:rsidRPr="00693716">
              <w:t>24 September</w:t>
            </w:r>
            <w:r w:rsidR="005D05AC" w:rsidRPr="00693716">
              <w:t xml:space="preserve"> 20</w:t>
            </w:r>
            <w:r w:rsidR="001A654A" w:rsidRPr="00693716">
              <w:t>1</w:t>
            </w:r>
            <w:r w:rsidRPr="00693716">
              <w:t>0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31380A" w:rsidRDefault="0031380A" w:rsidP="0031380A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8"/>
          <w:szCs w:val="28"/>
        </w:rPr>
      </w:pPr>
      <w:r w:rsidRPr="0029793A">
        <w:rPr>
          <w:rFonts w:cs="Arial"/>
          <w:b/>
          <w:bCs/>
          <w:color w:val="000000"/>
          <w:sz w:val="28"/>
          <w:szCs w:val="28"/>
        </w:rPr>
        <w:t>Procedure fo</w:t>
      </w:r>
      <w:r>
        <w:rPr>
          <w:rFonts w:cs="Arial"/>
          <w:b/>
          <w:bCs/>
          <w:color w:val="000000"/>
          <w:sz w:val="28"/>
          <w:szCs w:val="28"/>
        </w:rPr>
        <w:t>r the Authorisation of AIS AtoN</w:t>
      </w:r>
    </w:p>
    <w:p w:rsidR="000348ED" w:rsidRPr="00B15B24" w:rsidRDefault="0031380A" w:rsidP="0031380A">
      <w:pPr>
        <w:pStyle w:val="Title"/>
        <w:spacing w:before="0" w:after="240"/>
      </w:pPr>
      <w:r>
        <w:rPr>
          <w:color w:val="000000"/>
          <w:sz w:val="28"/>
          <w:szCs w:val="28"/>
        </w:rPr>
        <w:t>Template for AtoN application</w:t>
      </w:r>
    </w:p>
    <w:p w:rsidR="00902AA4" w:rsidRPr="00B15B24" w:rsidRDefault="0080510C" w:rsidP="00135447">
      <w:pPr>
        <w:pStyle w:val="Heading1"/>
        <w:rPr>
          <w:lang w:val="en-GB"/>
        </w:rPr>
      </w:pPr>
      <w:r>
        <w:rPr>
          <w:lang w:val="en-GB"/>
        </w:rPr>
        <w:t>Introduction</w:t>
      </w:r>
    </w:p>
    <w:p w:rsidR="00902AA4" w:rsidRPr="00002906" w:rsidRDefault="0031380A" w:rsidP="00002906">
      <w:pPr>
        <w:pStyle w:val="BodyText"/>
      </w:pPr>
      <w:r>
        <w:t xml:space="preserve">The e-NAV Committee has considered the proposed </w:t>
      </w:r>
      <w:r w:rsidRPr="00256F5E">
        <w:t>Procedure fo</w:t>
      </w:r>
      <w:r>
        <w:t>r the Authorisation of AIS AtoN and amended the document as outlined in e-NAV8/output/</w:t>
      </w:r>
      <w:r w:rsidR="00381D60">
        <w:t>11</w:t>
      </w:r>
      <w:r>
        <w:t xml:space="preserve">. The proposed amendments and changes are </w:t>
      </w:r>
      <w:r w:rsidR="0080510C">
        <w:t>shown in track changes</w:t>
      </w:r>
      <w:r>
        <w:rPr>
          <w:color w:val="FF0000"/>
        </w:rPr>
        <w:t>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B15B24" w:rsidRDefault="0031380A" w:rsidP="005D05AC">
      <w:pPr>
        <w:pStyle w:val="BodyText"/>
      </w:pPr>
      <w:r>
        <w:t>The ANM C</w:t>
      </w:r>
      <w:r w:rsidRPr="0031380A">
        <w:t>ommittee</w:t>
      </w:r>
      <w:r w:rsidR="00902AA4" w:rsidRPr="00B15B24">
        <w:t xml:space="preserve"> is requested to</w:t>
      </w:r>
      <w:r>
        <w:t xml:space="preserve"> </w:t>
      </w:r>
      <w:r w:rsidR="0080510C">
        <w:t>note the information provided</w:t>
      </w:r>
      <w:bookmarkStart w:id="0" w:name="_GoBack"/>
      <w:bookmarkEnd w:id="0"/>
    </w:p>
    <w:sectPr w:rsidR="004C220D" w:rsidRPr="00B15B24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B5" w:rsidRDefault="00594FB5" w:rsidP="00002906">
      <w:r>
        <w:separator/>
      </w:r>
    </w:p>
  </w:endnote>
  <w:endnote w:type="continuationSeparator" w:id="0">
    <w:p w:rsidR="00594FB5" w:rsidRDefault="00594FB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81D6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B5" w:rsidRDefault="00594FB5" w:rsidP="00002906">
      <w:r>
        <w:separator/>
      </w:r>
    </w:p>
  </w:footnote>
  <w:footnote w:type="continuationSeparator" w:id="0">
    <w:p w:rsidR="00594FB5" w:rsidRDefault="00594FB5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16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1380A"/>
    <w:rsid w:val="00381D60"/>
    <w:rsid w:val="003D55DD"/>
    <w:rsid w:val="003E1831"/>
    <w:rsid w:val="00424954"/>
    <w:rsid w:val="004C1386"/>
    <w:rsid w:val="004C220D"/>
    <w:rsid w:val="00594FB5"/>
    <w:rsid w:val="005D05AC"/>
    <w:rsid w:val="00630F7F"/>
    <w:rsid w:val="0064435F"/>
    <w:rsid w:val="00693716"/>
    <w:rsid w:val="006A71CA"/>
    <w:rsid w:val="006D470F"/>
    <w:rsid w:val="00727E88"/>
    <w:rsid w:val="00775878"/>
    <w:rsid w:val="0080092C"/>
    <w:rsid w:val="0080510C"/>
    <w:rsid w:val="00872453"/>
    <w:rsid w:val="008F13DD"/>
    <w:rsid w:val="00902AA4"/>
    <w:rsid w:val="00976C5A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E93C9B"/>
    <w:rsid w:val="00EE12B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31380A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31380A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4</cp:revision>
  <cp:lastPrinted>2006-10-19T10:49:00Z</cp:lastPrinted>
  <dcterms:created xsi:type="dcterms:W3CDTF">2010-09-22T17:06:00Z</dcterms:created>
  <dcterms:modified xsi:type="dcterms:W3CDTF">2010-09-23T10:25:00Z</dcterms:modified>
</cp:coreProperties>
</file>